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042B0288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</w:t>
          </w:r>
          <w:r w:rsidR="00C22D99">
            <w:rPr>
              <w:rStyle w:val="Nzevakce"/>
            </w:rPr>
            <w:t>8</w:t>
          </w:r>
          <w:r w:rsidR="00786323">
            <w:rPr>
              <w:rStyle w:val="Nzevakce"/>
            </w:rPr>
            <w:t>3</w:t>
          </w:r>
          <w:r w:rsidRPr="00B562DE">
            <w:rPr>
              <w:rStyle w:val="Nzevakce"/>
            </w:rPr>
            <w:t xml:space="preserve">) v km </w:t>
          </w:r>
          <w:r w:rsidR="00786323">
            <w:rPr>
              <w:rStyle w:val="Nzevakce"/>
            </w:rPr>
            <w:t>15,290</w:t>
          </w:r>
          <w:r w:rsidR="00CB09A0">
            <w:rPr>
              <w:rStyle w:val="Nzevakce"/>
            </w:rPr>
            <w:t xml:space="preserve"> TÚ </w:t>
          </w:r>
          <w:r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Pr="00B562DE">
            <w:rPr>
              <w:rStyle w:val="Nzevakce"/>
            </w:rPr>
            <w:t>nušovice</w:t>
          </w:r>
          <w:r w:rsidR="00C22D99">
            <w:rPr>
              <w:rStyle w:val="Nzevakce"/>
            </w:rPr>
            <w:t xml:space="preserve"> – Mikulovice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96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965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965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96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96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6B573018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786323">
        <w:rPr>
          <w:i/>
        </w:rPr>
        <w:t>E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</w:t>
      </w:r>
      <w:r w:rsidR="006C1C64">
        <w:rPr>
          <w:i/>
        </w:rPr>
        <w:t>8</w:t>
      </w:r>
      <w:r w:rsidR="00786323">
        <w:rPr>
          <w:i/>
        </w:rPr>
        <w:t>3</w:t>
      </w:r>
      <w:r w:rsidR="00F17F49" w:rsidRPr="00B562DE">
        <w:rPr>
          <w:i/>
        </w:rPr>
        <w:t>_</w:t>
      </w:r>
      <w:r w:rsidR="00A23D65">
        <w:rPr>
          <w:i/>
        </w:rPr>
        <w:t>pozadavky_vykon+funkce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051A7C32" w:rsidR="00A6753E" w:rsidRPr="00A6753E" w:rsidRDefault="00B562DE" w:rsidP="00786323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8</w:t>
            </w:r>
            <w:r w:rsidR="0078632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3)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v km </w:t>
            </w:r>
            <w:r w:rsidR="00EF2A0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</w:t>
            </w:r>
            <w:r w:rsidR="00786323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5,290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0349979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786323" w:rsidRPr="00B562DE">
        <w:rPr>
          <w:i/>
        </w:rPr>
        <w:t>Stavba_</w:t>
      </w:r>
      <w:r w:rsidR="00786323">
        <w:rPr>
          <w:i/>
        </w:rPr>
        <w:t>E</w:t>
      </w:r>
      <w:r w:rsidR="00786323" w:rsidRPr="00B562DE">
        <w:rPr>
          <w:i/>
        </w:rPr>
        <w:t>_P4</w:t>
      </w:r>
      <w:r w:rsidR="00786323">
        <w:rPr>
          <w:i/>
        </w:rPr>
        <w:t>283</w:t>
      </w:r>
      <w:r w:rsidR="00786323" w:rsidRPr="00B562DE">
        <w:rPr>
          <w:i/>
        </w:rPr>
        <w:t>_</w:t>
      </w:r>
      <w:r w:rsidR="00786323">
        <w:rPr>
          <w:i/>
        </w:rPr>
        <w:t>pozadavky_vykon+funkce.xlsx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3930135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786323" w:rsidRPr="00B562DE">
        <w:rPr>
          <w:i/>
        </w:rPr>
        <w:t>Stavba_</w:t>
      </w:r>
      <w:r w:rsidR="00786323">
        <w:rPr>
          <w:i/>
        </w:rPr>
        <w:t>E</w:t>
      </w:r>
      <w:r w:rsidR="00786323" w:rsidRPr="00B562DE">
        <w:rPr>
          <w:i/>
        </w:rPr>
        <w:t>_P4</w:t>
      </w:r>
      <w:r w:rsidR="00786323">
        <w:rPr>
          <w:i/>
        </w:rPr>
        <w:t>283</w:t>
      </w:r>
      <w:r w:rsidR="00786323" w:rsidRPr="00B562DE">
        <w:rPr>
          <w:i/>
        </w:rPr>
        <w:t>_</w:t>
      </w:r>
      <w:r w:rsidR="00786323">
        <w:rPr>
          <w:i/>
        </w:rPr>
        <w:t>pozadavky_vykon+funkce.xlsx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C001CDE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786323" w:rsidRPr="00B562DE">
        <w:rPr>
          <w:i/>
        </w:rPr>
        <w:t>Stavba_</w:t>
      </w:r>
      <w:r w:rsidR="00786323">
        <w:rPr>
          <w:i/>
        </w:rPr>
        <w:t>E</w:t>
      </w:r>
      <w:r w:rsidR="00786323" w:rsidRPr="00B562DE">
        <w:rPr>
          <w:i/>
        </w:rPr>
        <w:t>_P4</w:t>
      </w:r>
      <w:r w:rsidR="00786323">
        <w:rPr>
          <w:i/>
        </w:rPr>
        <w:t>283</w:t>
      </w:r>
      <w:r w:rsidR="00786323" w:rsidRPr="00B562DE">
        <w:rPr>
          <w:i/>
        </w:rPr>
        <w:t>_</w:t>
      </w:r>
      <w:r w:rsidR="00786323">
        <w:rPr>
          <w:i/>
        </w:rPr>
        <w:t>pozadavky_vykon+funkce.xlsx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4CFCB8CB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</w:t>
      </w:r>
      <w:r w:rsidR="006965F2" w:rsidRPr="006965F2">
        <w:rPr>
          <w:i/>
        </w:rPr>
        <w:t xml:space="preserve"> </w:t>
      </w:r>
      <w:r w:rsidR="006965F2" w:rsidRPr="00B562DE">
        <w:rPr>
          <w:i/>
        </w:rPr>
        <w:t>Stavba_</w:t>
      </w:r>
      <w:r w:rsidR="006965F2">
        <w:rPr>
          <w:i/>
        </w:rPr>
        <w:t>E</w:t>
      </w:r>
      <w:r w:rsidR="006965F2" w:rsidRPr="00B562DE">
        <w:rPr>
          <w:i/>
        </w:rPr>
        <w:t>_P4</w:t>
      </w:r>
      <w:r w:rsidR="006965F2">
        <w:rPr>
          <w:i/>
        </w:rPr>
        <w:t>283</w:t>
      </w:r>
      <w:r w:rsidR="006965F2" w:rsidRPr="00B562DE">
        <w:rPr>
          <w:i/>
        </w:rPr>
        <w:t>_</w:t>
      </w:r>
      <w:r w:rsidR="006965F2">
        <w:rPr>
          <w:i/>
        </w:rPr>
        <w:t>pozadavky_vykon+funkce.xlsx</w:t>
      </w:r>
      <w:bookmarkStart w:id="9" w:name="_GoBack"/>
      <w:bookmarkEnd w:id="9"/>
      <w:r>
        <w:t xml:space="preserve">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5F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5F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965F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965F2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(P4283) v km 15,290 TÚ Hanušovice – Mikulovice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965F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86323" w:rsidRPr="00786323">
            <w:rPr>
              <w:bCs/>
              <w:noProof/>
            </w:rPr>
            <w:t>Doplnění závor</w:t>
          </w:r>
          <w:r w:rsidR="00786323">
            <w:rPr>
              <w:noProof/>
            </w:rPr>
            <w:t xml:space="preserve"> na PZS (P4283) v km 15,290 TÚ Hanušovice – Mikulovice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632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632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976D0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965F2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86323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7D932-5EF1-4F69-8D0C-4B0EAC5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1593</Words>
  <Characters>9402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2021-02-24T10:15:00Z</dcterms:created>
  <dcterms:modified xsi:type="dcterms:W3CDTF">2021-02-24T10:17:00Z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